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2FC47606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6E4FA02A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039C30C3" w14:textId="77777777" w:rsidR="00A14DED" w:rsidRPr="00922E9E" w:rsidRDefault="00A14DED" w:rsidP="00A14DED">
      <w:pPr>
        <w:autoSpaceDE w:val="0"/>
        <w:autoSpaceDN w:val="0"/>
        <w:adjustRightInd w:val="0"/>
        <w:spacing w:before="240" w:line="276" w:lineRule="auto"/>
        <w:jc w:val="center"/>
        <w:rPr>
          <w:rFonts w:cstheme="minorHAnsi"/>
          <w:b/>
          <w:i/>
          <w:color w:val="000000"/>
        </w:rPr>
      </w:pPr>
      <w:bookmarkStart w:id="0" w:name="_Hlk190936996"/>
      <w:bookmarkStart w:id="1" w:name="_Hlk210721780"/>
      <w:bookmarkStart w:id="2" w:name="_Hlk210733755"/>
      <w:r w:rsidRPr="00922E9E">
        <w:rPr>
          <w:rFonts w:cstheme="minorHAnsi"/>
          <w:b/>
          <w:i/>
          <w:color w:val="000000"/>
        </w:rPr>
        <w:t>Pełnienie o nadzoru inwestorskiego nad realizacją zadania:</w:t>
      </w:r>
    </w:p>
    <w:p w14:paraId="1A076E00" w14:textId="77777777" w:rsidR="00A14DED" w:rsidRDefault="00A14DED" w:rsidP="00A14DED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i/>
          <w:iCs/>
          <w:color w:val="000000"/>
        </w:rPr>
      </w:pPr>
      <w:bookmarkStart w:id="3" w:name="_Hlk210734899"/>
      <w:bookmarkEnd w:id="0"/>
      <w:bookmarkEnd w:id="1"/>
      <w:r w:rsidRPr="00B22A09">
        <w:rPr>
          <w:rFonts w:cstheme="minorHAnsi"/>
          <w:b/>
          <w:i/>
          <w:iCs/>
          <w:color w:val="000000"/>
        </w:rPr>
        <w:t xml:space="preserve">Budowa parkingu w Guźlinie, placu zabaw wraz z zagospodarowaniem zieleni </w:t>
      </w:r>
      <w:r>
        <w:rPr>
          <w:rFonts w:cstheme="minorHAnsi"/>
          <w:b/>
          <w:i/>
          <w:iCs/>
          <w:color w:val="000000"/>
        </w:rPr>
        <w:br/>
      </w:r>
      <w:r w:rsidRPr="00B22A09">
        <w:rPr>
          <w:rFonts w:cstheme="minorHAnsi"/>
          <w:b/>
          <w:i/>
          <w:iCs/>
          <w:color w:val="000000"/>
        </w:rPr>
        <w:t xml:space="preserve">oraz budowa drogi Pikutkowo </w:t>
      </w:r>
      <w:r>
        <w:rPr>
          <w:rFonts w:cstheme="minorHAnsi"/>
          <w:b/>
          <w:i/>
          <w:iCs/>
          <w:color w:val="000000"/>
        </w:rPr>
        <w:t>–</w:t>
      </w:r>
      <w:r w:rsidRPr="00B22A09">
        <w:rPr>
          <w:rFonts w:cstheme="minorHAnsi"/>
          <w:b/>
          <w:i/>
          <w:iCs/>
          <w:color w:val="000000"/>
        </w:rPr>
        <w:t xml:space="preserve"> Guźlin</w:t>
      </w:r>
    </w:p>
    <w:bookmarkEnd w:id="2"/>
    <w:bookmarkEnd w:id="3"/>
    <w:p w14:paraId="596331DA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65ABED9D" w14:textId="77777777" w:rsidR="00127DB9" w:rsidRPr="00AF4AC3" w:rsidRDefault="00127DB9" w:rsidP="00AA39D6">
      <w:pPr>
        <w:spacing w:line="276" w:lineRule="auto"/>
        <w:jc w:val="both"/>
        <w:rPr>
          <w:sz w:val="16"/>
          <w:szCs w:val="16"/>
        </w:rPr>
      </w:pPr>
    </w:p>
    <w:p w14:paraId="3D9AD5C1" w14:textId="76E7C2EC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przedmiotu zamówienia zgodnie, </w:t>
      </w:r>
      <w:r w:rsidR="00127DB9">
        <w:rPr>
          <w:sz w:val="22"/>
        </w:rPr>
        <w:br/>
      </w:r>
      <w:r w:rsidR="007F3E87" w:rsidRPr="007F3E87">
        <w:rPr>
          <w:sz w:val="22"/>
        </w:rPr>
        <w:t>z</w:t>
      </w:r>
      <w:r w:rsidR="005768E2">
        <w:rPr>
          <w:sz w:val="22"/>
        </w:rPr>
        <w:t xml:space="preserve"> Zapytaniem ofertowym </w:t>
      </w:r>
      <w:r w:rsidR="007F3E87" w:rsidRPr="007F3E87">
        <w:rPr>
          <w:sz w:val="22"/>
        </w:rPr>
        <w:t>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</w:tcPr>
          <w:p w14:paraId="6DFB5BA4" w14:textId="7B0CD3DD" w:rsidR="00A14DED" w:rsidRDefault="00A14DED" w:rsidP="00B12357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A14DED">
              <w:rPr>
                <w:b/>
                <w:sz w:val="22"/>
                <w:szCs w:val="22"/>
              </w:rPr>
              <w:t>Część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DED">
              <w:rPr>
                <w:b/>
                <w:sz w:val="22"/>
                <w:szCs w:val="22"/>
              </w:rPr>
              <w:t xml:space="preserve">1: Pełnienie nadzoru inwestorskiego nad realizacją zadania: Budowa parkingu </w:t>
            </w:r>
            <w:r>
              <w:rPr>
                <w:b/>
                <w:sz w:val="22"/>
                <w:szCs w:val="22"/>
              </w:rPr>
              <w:br/>
            </w:r>
            <w:r w:rsidRPr="00A14DED">
              <w:rPr>
                <w:b/>
                <w:sz w:val="22"/>
                <w:szCs w:val="22"/>
              </w:rPr>
              <w:t>w Guźlinie oraz placu zabaw wraz z zagospodarowaniem zieleni</w:t>
            </w:r>
          </w:p>
          <w:p w14:paraId="1A17AE38" w14:textId="1BF70158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  <w:tr w:rsidR="00A14DED" w:rsidRPr="007F3E87" w14:paraId="4CF9969B" w14:textId="77777777" w:rsidTr="00C039FD">
        <w:tc>
          <w:tcPr>
            <w:tcW w:w="8675" w:type="dxa"/>
          </w:tcPr>
          <w:p w14:paraId="122F2282" w14:textId="36F89BC1" w:rsidR="00A14DED" w:rsidRDefault="00A14DED" w:rsidP="00A14DED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A14DED">
              <w:rPr>
                <w:b/>
                <w:sz w:val="22"/>
                <w:szCs w:val="22"/>
              </w:rPr>
              <w:t>Część</w:t>
            </w:r>
            <w:r>
              <w:rPr>
                <w:b/>
                <w:sz w:val="22"/>
                <w:szCs w:val="22"/>
              </w:rPr>
              <w:t xml:space="preserve"> 2</w:t>
            </w:r>
            <w:r w:rsidRPr="00A14DED">
              <w:rPr>
                <w:b/>
                <w:sz w:val="22"/>
                <w:szCs w:val="22"/>
              </w:rPr>
              <w:t>: Pełnienie nadzoru inwestorskiego nad realizacją zadania: Budowa drogi Pikutkowo - Guźlin</w:t>
            </w:r>
          </w:p>
          <w:p w14:paraId="354BA0FB" w14:textId="77777777" w:rsidR="00A14DED" w:rsidRPr="007F3E87" w:rsidRDefault="00A14DED" w:rsidP="00A14DE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lastRenderedPageBreak/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316B8929" w14:textId="77777777" w:rsidR="00A14DED" w:rsidRPr="007F3E87" w:rsidRDefault="00A14DED" w:rsidP="00A14DE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0579CAC8" w14:textId="77777777" w:rsidR="00A14DED" w:rsidRPr="007F3E87" w:rsidRDefault="00A14DED" w:rsidP="00A14DED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699D274D" w14:textId="2C6508D0" w:rsidR="00A14DED" w:rsidRPr="00A14DED" w:rsidRDefault="00A14DED" w:rsidP="00A14DED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62A2BBD4" w14:textId="6F84558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lastRenderedPageBreak/>
        <w:t>OŚWIADCZAMY</w:t>
      </w:r>
      <w:r w:rsidRPr="0097776D">
        <w:rPr>
          <w:sz w:val="22"/>
        </w:rPr>
        <w:t>, że:</w:t>
      </w:r>
    </w:p>
    <w:p w14:paraId="180CA922" w14:textId="133393F2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ze </w:t>
      </w:r>
      <w:r w:rsidR="005768E2">
        <w:rPr>
          <w:sz w:val="22"/>
        </w:rPr>
        <w:t>Zapytaniem ofertowym</w:t>
      </w:r>
      <w:r w:rsidRPr="0097776D">
        <w:rPr>
          <w:sz w:val="22"/>
        </w:rPr>
        <w:t xml:space="preserve"> i uznajemy się za związanych określonymi w niej zasadami postępowania;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2DAD45CC" w:rsidR="00FF57EE" w:rsidRPr="00127DB9" w:rsidRDefault="00FF57EE" w:rsidP="002162BB">
      <w:pPr>
        <w:pStyle w:val="Akapitzlist"/>
        <w:spacing w:before="120" w:line="276" w:lineRule="auto"/>
        <w:ind w:left="644"/>
        <w:jc w:val="both"/>
        <w:rPr>
          <w:sz w:val="22"/>
          <w:highlight w:val="yellow"/>
        </w:rPr>
      </w:pPr>
    </w:p>
    <w:p w14:paraId="0D1268C6" w14:textId="1F7710C0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 xml:space="preserve">, które zostały zawarte w </w:t>
      </w:r>
      <w:r w:rsidR="005768E2">
        <w:rPr>
          <w:sz w:val="22"/>
        </w:rPr>
        <w:t xml:space="preserve">Zapytaniu ofertowym </w:t>
      </w:r>
      <w:r w:rsidRPr="0097776D">
        <w:rPr>
          <w:sz w:val="22"/>
        </w:rPr>
        <w:t>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lastRenderedPageBreak/>
              <w:t>Adres</w:t>
            </w:r>
          </w:p>
        </w:tc>
        <w:tc>
          <w:tcPr>
            <w:tcW w:w="6269" w:type="dxa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D9358" w14:textId="77777777" w:rsidR="00341A91" w:rsidRDefault="00341A91" w:rsidP="00FF57EE">
      <w:r>
        <w:separator/>
      </w:r>
    </w:p>
  </w:endnote>
  <w:endnote w:type="continuationSeparator" w:id="0">
    <w:p w14:paraId="2B70B06D" w14:textId="77777777" w:rsidR="00341A91" w:rsidRDefault="00341A91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2D0B8" w14:textId="77777777" w:rsidR="00A14DED" w:rsidRDefault="00A14D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70F66" w14:textId="77777777" w:rsidR="00A14DED" w:rsidRDefault="00A14D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FEC3F" w14:textId="77777777" w:rsidR="00A14DED" w:rsidRDefault="00A14D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045AD" w14:textId="77777777" w:rsidR="00341A91" w:rsidRDefault="00341A91" w:rsidP="00FF57EE">
      <w:r>
        <w:separator/>
      </w:r>
    </w:p>
  </w:footnote>
  <w:footnote w:type="continuationSeparator" w:id="0">
    <w:p w14:paraId="1AA8F8C1" w14:textId="77777777" w:rsidR="00341A91" w:rsidRDefault="00341A91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F7162" w14:textId="77777777" w:rsidR="00A14DED" w:rsidRDefault="00A14D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73EB396B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5768E2">
      <w:rPr>
        <w:sz w:val="20"/>
        <w:szCs w:val="20"/>
      </w:rPr>
      <w:t>3</w:t>
    </w:r>
    <w:r w:rsidR="00A14DED">
      <w:rPr>
        <w:sz w:val="20"/>
        <w:szCs w:val="20"/>
      </w:rPr>
      <w:t>7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82C47" w14:textId="77777777" w:rsidR="00A14DED" w:rsidRDefault="00A14D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2"/>
  </w:num>
  <w:num w:numId="2" w16cid:durableId="192961466">
    <w:abstractNumId w:val="0"/>
  </w:num>
  <w:num w:numId="3" w16cid:durableId="1179277967">
    <w:abstractNumId w:val="1"/>
  </w:num>
  <w:num w:numId="4" w16cid:durableId="1831213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75478"/>
    <w:rsid w:val="0008550C"/>
    <w:rsid w:val="001063D3"/>
    <w:rsid w:val="00111554"/>
    <w:rsid w:val="00112374"/>
    <w:rsid w:val="00127DB9"/>
    <w:rsid w:val="001C7480"/>
    <w:rsid w:val="001C7D84"/>
    <w:rsid w:val="001E6AA2"/>
    <w:rsid w:val="002162BB"/>
    <w:rsid w:val="002214DB"/>
    <w:rsid w:val="0022685B"/>
    <w:rsid w:val="00267D1F"/>
    <w:rsid w:val="002715F4"/>
    <w:rsid w:val="00281EDE"/>
    <w:rsid w:val="00296771"/>
    <w:rsid w:val="00297F71"/>
    <w:rsid w:val="002A3970"/>
    <w:rsid w:val="002E612D"/>
    <w:rsid w:val="003317EC"/>
    <w:rsid w:val="00341A91"/>
    <w:rsid w:val="003A1B57"/>
    <w:rsid w:val="003B5AC8"/>
    <w:rsid w:val="003B769C"/>
    <w:rsid w:val="003C0F5E"/>
    <w:rsid w:val="003E106F"/>
    <w:rsid w:val="00473DC0"/>
    <w:rsid w:val="00484A7D"/>
    <w:rsid w:val="004D5A42"/>
    <w:rsid w:val="00520500"/>
    <w:rsid w:val="00525EFF"/>
    <w:rsid w:val="005564F9"/>
    <w:rsid w:val="005768E2"/>
    <w:rsid w:val="005844F6"/>
    <w:rsid w:val="005F6F5F"/>
    <w:rsid w:val="00606EEE"/>
    <w:rsid w:val="006B63D6"/>
    <w:rsid w:val="006C250A"/>
    <w:rsid w:val="006C641D"/>
    <w:rsid w:val="006D09E0"/>
    <w:rsid w:val="00722959"/>
    <w:rsid w:val="00740C83"/>
    <w:rsid w:val="00783E4A"/>
    <w:rsid w:val="007D475B"/>
    <w:rsid w:val="007E331F"/>
    <w:rsid w:val="007F3E87"/>
    <w:rsid w:val="00826C28"/>
    <w:rsid w:val="00830EC7"/>
    <w:rsid w:val="008663CD"/>
    <w:rsid w:val="00874460"/>
    <w:rsid w:val="00883EF9"/>
    <w:rsid w:val="0091080E"/>
    <w:rsid w:val="009312B4"/>
    <w:rsid w:val="0097776D"/>
    <w:rsid w:val="00983D1D"/>
    <w:rsid w:val="009D75A8"/>
    <w:rsid w:val="00A14DED"/>
    <w:rsid w:val="00A15974"/>
    <w:rsid w:val="00A23973"/>
    <w:rsid w:val="00A50E18"/>
    <w:rsid w:val="00AA39D6"/>
    <w:rsid w:val="00AE2ACB"/>
    <w:rsid w:val="00AF4AC3"/>
    <w:rsid w:val="00B26387"/>
    <w:rsid w:val="00B47637"/>
    <w:rsid w:val="00B72B31"/>
    <w:rsid w:val="00B9086B"/>
    <w:rsid w:val="00BC4F99"/>
    <w:rsid w:val="00C039FD"/>
    <w:rsid w:val="00C0756C"/>
    <w:rsid w:val="00C22F7D"/>
    <w:rsid w:val="00C749A9"/>
    <w:rsid w:val="00C90009"/>
    <w:rsid w:val="00CB5A8F"/>
    <w:rsid w:val="00CE3AE6"/>
    <w:rsid w:val="00D554C7"/>
    <w:rsid w:val="00D5631A"/>
    <w:rsid w:val="00D837BA"/>
    <w:rsid w:val="00DC336F"/>
    <w:rsid w:val="00DD0902"/>
    <w:rsid w:val="00DE3D8A"/>
    <w:rsid w:val="00E14087"/>
    <w:rsid w:val="00E1735C"/>
    <w:rsid w:val="00E437EB"/>
    <w:rsid w:val="00E67F10"/>
    <w:rsid w:val="00E95945"/>
    <w:rsid w:val="00E9614A"/>
    <w:rsid w:val="00EC608F"/>
    <w:rsid w:val="00ED4602"/>
    <w:rsid w:val="00F134D5"/>
    <w:rsid w:val="00F31EAC"/>
    <w:rsid w:val="00F609FC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7</TotalTime>
  <Pages>3</Pages>
  <Words>677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4</cp:revision>
  <dcterms:created xsi:type="dcterms:W3CDTF">2025-10-03T10:05:00Z</dcterms:created>
  <dcterms:modified xsi:type="dcterms:W3CDTF">2025-10-07T13:57:00Z</dcterms:modified>
</cp:coreProperties>
</file>